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CA35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CA356D">
              <w:rPr>
                <w:rFonts w:ascii="Calibri" w:hAnsi="Calibri"/>
              </w:rPr>
              <w:t>ENG</w:t>
            </w:r>
            <w:r w:rsidR="00270A4E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E66034" w:rsidRDefault="00CA356D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270A4E">
              <w:rPr>
                <w:rFonts w:ascii="Calibri" w:hAnsi="Calibri"/>
              </w:rPr>
              <w:t>ENG5-11.1.20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CA356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270A4E">
              <w:rPr>
                <w:rFonts w:ascii="Calibri" w:hAnsi="Calibri"/>
              </w:rPr>
              <w:t xml:space="preserve">IALA </w:t>
            </w:r>
            <w:r w:rsidR="00CA356D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E66034" w:rsidRDefault="00E11746" w:rsidP="00CA356D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CA356D">
              <w:rPr>
                <w:rFonts w:ascii="Calibri" w:hAnsi="Calibri"/>
              </w:rPr>
              <w:t xml:space="preserve">3 </w:t>
            </w:r>
            <w:r>
              <w:rPr>
                <w:rFonts w:ascii="Calibri" w:hAnsi="Calibri"/>
              </w:rPr>
              <w:t>October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723386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Call for artefacts for 2018 IALA Conference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E66034" w:rsidRDefault="00CA356D" w:rsidP="00E66034">
      <w:pPr>
        <w:pStyle w:val="BodyText"/>
      </w:pPr>
      <w:r>
        <w:t>There was a r</w:t>
      </w:r>
      <w:r w:rsidR="00B16CD1">
        <w:t xml:space="preserve">equest </w:t>
      </w:r>
      <w:r w:rsidR="00723386">
        <w:t xml:space="preserve">from </w:t>
      </w:r>
      <w:r w:rsidR="00270A4E">
        <w:t xml:space="preserve">the </w:t>
      </w:r>
      <w:r w:rsidR="00723386">
        <w:t xml:space="preserve">Korean Government </w:t>
      </w:r>
      <w:r w:rsidR="00B16CD1">
        <w:t xml:space="preserve">for </w:t>
      </w:r>
      <w:r w:rsidR="00723386">
        <w:t xml:space="preserve">IALA members to loan </w:t>
      </w:r>
      <w:r w:rsidR="00B16CD1">
        <w:t>Fresnel lenses for</w:t>
      </w:r>
      <w:r w:rsidR="00723386">
        <w:t xml:space="preserve"> the 2018</w:t>
      </w:r>
      <w:r w:rsidR="00B16CD1">
        <w:t xml:space="preserve"> IALA Conference heritage exhibition</w:t>
      </w:r>
      <w:r w:rsidR="00723386">
        <w:t>.</w:t>
      </w:r>
      <w:r>
        <w:t xml:space="preserve"> This request was made </w:t>
      </w:r>
      <w:r w:rsidR="00270A4E">
        <w:t>to</w:t>
      </w:r>
      <w:r>
        <w:t xml:space="preserve"> the Heritage Forum</w:t>
      </w:r>
      <w:r w:rsidR="00270A4E">
        <w:t xml:space="preserve"> during ENG5</w:t>
      </w:r>
      <w:r>
        <w:t>.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630F7F" w:rsidRPr="00723386" w:rsidRDefault="00902AA4" w:rsidP="00270A4E">
      <w:pPr>
        <w:pStyle w:val="BodyText"/>
      </w:pPr>
      <w:r w:rsidRPr="00E66034">
        <w:t xml:space="preserve">The </w:t>
      </w:r>
      <w:r w:rsidR="00270A4E">
        <w:t xml:space="preserve">IALA Secretariat is requested to inform the </w:t>
      </w:r>
      <w:r w:rsidR="003220B7">
        <w:t>2018 General Assembly Steering Group</w:t>
      </w:r>
      <w:r w:rsidRPr="00E66034">
        <w:t xml:space="preserve"> </w:t>
      </w:r>
      <w:r w:rsidR="00270A4E">
        <w:t>of the request from Korea and to p</w:t>
      </w:r>
      <w:bookmarkStart w:id="0" w:name="_GoBack"/>
      <w:bookmarkEnd w:id="0"/>
      <w:r w:rsidR="008B0045" w:rsidRPr="00723386">
        <w:t xml:space="preserve">romulgate to national members the </w:t>
      </w:r>
      <w:proofErr w:type="spellStart"/>
      <w:r w:rsidR="008B0045" w:rsidRPr="00723386">
        <w:t>request</w:t>
      </w:r>
      <w:proofErr w:type="spellEnd"/>
      <w:r w:rsidR="008B0045" w:rsidRPr="00723386">
        <w:t xml:space="preserve"> </w:t>
      </w:r>
      <w:proofErr w:type="spellStart"/>
      <w:r w:rsidR="008B0045" w:rsidRPr="00723386">
        <w:t>from</w:t>
      </w:r>
      <w:proofErr w:type="spellEnd"/>
      <w:r w:rsidR="008B0045" w:rsidRPr="00723386">
        <w:t xml:space="preserve"> the </w:t>
      </w:r>
      <w:proofErr w:type="spellStart"/>
      <w:r w:rsidR="008B0045" w:rsidRPr="00723386">
        <w:t>organisers</w:t>
      </w:r>
      <w:proofErr w:type="spellEnd"/>
      <w:r w:rsidR="008B0045" w:rsidRPr="00723386">
        <w:t xml:space="preserve"> of the IALA </w:t>
      </w:r>
      <w:proofErr w:type="spellStart"/>
      <w:r w:rsidR="008B0045" w:rsidRPr="00723386">
        <w:t>Conference</w:t>
      </w:r>
      <w:proofErr w:type="spellEnd"/>
      <w:r w:rsidR="008B0045" w:rsidRPr="00723386">
        <w:t xml:space="preserve"> 2018</w:t>
      </w:r>
      <w:r w:rsidR="00B16CD1" w:rsidRPr="00723386">
        <w:t xml:space="preserve"> (</w:t>
      </w:r>
      <w:proofErr w:type="spellStart"/>
      <w:r w:rsidR="00B16CD1" w:rsidRPr="00723386">
        <w:t>Korean</w:t>
      </w:r>
      <w:proofErr w:type="spellEnd"/>
      <w:r w:rsidR="00B16CD1" w:rsidRPr="00723386">
        <w:t xml:space="preserve"> Ministry of </w:t>
      </w:r>
      <w:proofErr w:type="spellStart"/>
      <w:r w:rsidR="00B16CD1" w:rsidRPr="00723386">
        <w:t>Oceans</w:t>
      </w:r>
      <w:proofErr w:type="spellEnd"/>
      <w:r w:rsidR="00B16CD1" w:rsidRPr="00723386">
        <w:t xml:space="preserve"> and </w:t>
      </w:r>
      <w:proofErr w:type="spellStart"/>
      <w:r w:rsidR="00B16CD1" w:rsidRPr="00723386">
        <w:t>Fisheries</w:t>
      </w:r>
      <w:proofErr w:type="spellEnd"/>
      <w:r w:rsidR="00B16CD1" w:rsidRPr="00723386">
        <w:t>)</w:t>
      </w:r>
      <w:r w:rsidR="008B0045" w:rsidRPr="00723386">
        <w:t xml:space="preserve"> </w:t>
      </w:r>
      <w:proofErr w:type="spellStart"/>
      <w:r w:rsidR="008B0045" w:rsidRPr="00723386">
        <w:t>that</w:t>
      </w:r>
      <w:proofErr w:type="spellEnd"/>
      <w:r w:rsidR="008B0045" w:rsidRPr="00723386">
        <w:t xml:space="preserve"> </w:t>
      </w:r>
      <w:proofErr w:type="spellStart"/>
      <w:r w:rsidR="008B0045" w:rsidRPr="00723386">
        <w:t>they</w:t>
      </w:r>
      <w:proofErr w:type="spellEnd"/>
      <w:r w:rsidR="008B0045" w:rsidRPr="00723386">
        <w:t xml:space="preserve"> </w:t>
      </w:r>
      <w:proofErr w:type="spellStart"/>
      <w:r w:rsidR="008B0045" w:rsidRPr="00723386">
        <w:t>consider</w:t>
      </w:r>
      <w:proofErr w:type="spellEnd"/>
      <w:r w:rsidR="008B0045" w:rsidRPr="00723386">
        <w:t xml:space="preserve"> </w:t>
      </w:r>
      <w:proofErr w:type="spellStart"/>
      <w:r w:rsidR="008B0045" w:rsidRPr="00723386">
        <w:t>loaning</w:t>
      </w:r>
      <w:proofErr w:type="spellEnd"/>
      <w:r w:rsidR="008B0045" w:rsidRPr="00723386">
        <w:t xml:space="preserve"> </w:t>
      </w:r>
      <w:r w:rsidR="00723386">
        <w:t>artefacts (</w:t>
      </w:r>
      <w:proofErr w:type="spellStart"/>
      <w:r w:rsidR="00723386">
        <w:t>specifically</w:t>
      </w:r>
      <w:proofErr w:type="spellEnd"/>
      <w:r w:rsidR="00723386">
        <w:t xml:space="preserve"> </w:t>
      </w:r>
      <w:proofErr w:type="spellStart"/>
      <w:r w:rsidR="008B0045" w:rsidRPr="00723386">
        <w:t>examples</w:t>
      </w:r>
      <w:proofErr w:type="spellEnd"/>
      <w:r w:rsidR="008B0045" w:rsidRPr="00723386">
        <w:t xml:space="preserve"> of Fresnel </w:t>
      </w:r>
      <w:proofErr w:type="spellStart"/>
      <w:r w:rsidR="008B0045" w:rsidRPr="00723386">
        <w:t>lenses</w:t>
      </w:r>
      <w:proofErr w:type="spellEnd"/>
      <w:r w:rsidR="00723386">
        <w:t>)</w:t>
      </w:r>
      <w:r w:rsidR="008B0045" w:rsidRPr="00723386">
        <w:t xml:space="preserve"> to the </w:t>
      </w:r>
      <w:proofErr w:type="spellStart"/>
      <w:r w:rsidR="008B0045" w:rsidRPr="00723386">
        <w:t>heritage</w:t>
      </w:r>
      <w:proofErr w:type="spellEnd"/>
      <w:r w:rsidR="008B0045" w:rsidRPr="00723386">
        <w:t xml:space="preserve"> exhibition. Artefacts to </w:t>
      </w:r>
      <w:proofErr w:type="spellStart"/>
      <w:r w:rsidR="008B0045" w:rsidRPr="00723386">
        <w:t>be</w:t>
      </w:r>
      <w:proofErr w:type="spellEnd"/>
      <w:r w:rsidR="008B0045" w:rsidRPr="00723386">
        <w:t xml:space="preserve"> </w:t>
      </w:r>
      <w:proofErr w:type="spellStart"/>
      <w:r w:rsidR="008B0045" w:rsidRPr="00723386">
        <w:t>insured</w:t>
      </w:r>
      <w:proofErr w:type="spellEnd"/>
      <w:r w:rsidR="008B0045" w:rsidRPr="00723386">
        <w:t xml:space="preserve"> and </w:t>
      </w:r>
      <w:proofErr w:type="spellStart"/>
      <w:r w:rsidR="008B0045" w:rsidRPr="00723386">
        <w:t>couriered</w:t>
      </w:r>
      <w:proofErr w:type="spellEnd"/>
      <w:r w:rsidR="008B0045" w:rsidRPr="00723386">
        <w:t xml:space="preserve"> at </w:t>
      </w:r>
      <w:proofErr w:type="spellStart"/>
      <w:r w:rsidR="008B0045" w:rsidRPr="00723386">
        <w:t>each</w:t>
      </w:r>
      <w:proofErr w:type="spellEnd"/>
      <w:r w:rsidR="008B0045" w:rsidRPr="00723386">
        <w:t xml:space="preserve"> </w:t>
      </w:r>
      <w:proofErr w:type="spellStart"/>
      <w:r w:rsidR="008B0045" w:rsidRPr="00723386">
        <w:t>member’s</w:t>
      </w:r>
      <w:proofErr w:type="spellEnd"/>
      <w:r w:rsidR="008B0045" w:rsidRPr="00723386">
        <w:t xml:space="preserve"> </w:t>
      </w:r>
      <w:proofErr w:type="spellStart"/>
      <w:r w:rsidR="008B0045" w:rsidRPr="00723386">
        <w:t>expense</w:t>
      </w:r>
      <w:proofErr w:type="spellEnd"/>
      <w:r w:rsidR="00723386" w:rsidRPr="00723386">
        <w:t>.</w:t>
      </w:r>
    </w:p>
    <w:sectPr w:rsidR="00630F7F" w:rsidRPr="00723386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E2B" w:rsidRDefault="000B2E2B" w:rsidP="00002906">
      <w:r>
        <w:separator/>
      </w:r>
    </w:p>
  </w:endnote>
  <w:endnote w:type="continuationSeparator" w:id="0">
    <w:p w:rsidR="000B2E2B" w:rsidRDefault="000B2E2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70A4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E2B" w:rsidRDefault="000B2E2B" w:rsidP="00002906">
      <w:r>
        <w:separator/>
      </w:r>
    </w:p>
  </w:footnote>
  <w:footnote w:type="continuationSeparator" w:id="0">
    <w:p w:rsidR="000B2E2B" w:rsidRDefault="000B2E2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C449BB">
    <w:pPr>
      <w:pStyle w:val="Header"/>
    </w:pPr>
    <w:r>
      <w:rPr>
        <w:noProof/>
        <w:lang w:val="en-IE" w:eastAsia="en-IE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B2E2B"/>
    <w:rsid w:val="00135447"/>
    <w:rsid w:val="00152273"/>
    <w:rsid w:val="001A654A"/>
    <w:rsid w:val="001C74CF"/>
    <w:rsid w:val="00243DAE"/>
    <w:rsid w:val="00270A4E"/>
    <w:rsid w:val="003220B7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6E2304"/>
    <w:rsid w:val="00723386"/>
    <w:rsid w:val="00727E88"/>
    <w:rsid w:val="00775878"/>
    <w:rsid w:val="0080092C"/>
    <w:rsid w:val="00872453"/>
    <w:rsid w:val="008B0045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16CD1"/>
    <w:rsid w:val="00B428DA"/>
    <w:rsid w:val="00B8247E"/>
    <w:rsid w:val="00BE56DF"/>
    <w:rsid w:val="00C449BB"/>
    <w:rsid w:val="00CA04AF"/>
    <w:rsid w:val="00CA356D"/>
    <w:rsid w:val="00CF3661"/>
    <w:rsid w:val="00DE65BF"/>
    <w:rsid w:val="00E11746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3</cp:revision>
  <cp:lastPrinted>2006-10-19T10:49:00Z</cp:lastPrinted>
  <dcterms:created xsi:type="dcterms:W3CDTF">2016-10-13T08:28:00Z</dcterms:created>
  <dcterms:modified xsi:type="dcterms:W3CDTF">2016-10-13T09:27:00Z</dcterms:modified>
</cp:coreProperties>
</file>